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3C625E" w:rsidRDefault="008523D6">
      <w:pPr>
        <w:rPr>
          <w:rFonts w:ascii="Arial" w:hAnsi="Arial" w:cs="Arial"/>
          <w:b/>
          <w:sz w:val="24"/>
        </w:rPr>
      </w:pPr>
      <w:r w:rsidRPr="003C625E">
        <w:rPr>
          <w:rFonts w:ascii="Arial" w:hAnsi="Arial" w:cs="Arial"/>
          <w:b/>
          <w:sz w:val="24"/>
        </w:rPr>
        <w:t>Exercice 1 :</w:t>
      </w:r>
    </w:p>
    <w:p w:rsidR="00315426" w:rsidRPr="003C625E" w:rsidRDefault="00272F46" w:rsidP="00315426">
      <w:pPr>
        <w:rPr>
          <w:rFonts w:ascii="Arial" w:hAnsi="Arial" w:cs="Arial"/>
        </w:rPr>
      </w:pPr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1453830</wp:posOffset>
            </wp:positionH>
            <wp:positionV relativeFrom="paragraph">
              <wp:posOffset>198875</wp:posOffset>
            </wp:positionV>
            <wp:extent cx="3097083" cy="1965278"/>
            <wp:effectExtent l="0" t="0" r="8255" b="0"/>
            <wp:wrapNone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083" cy="1965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4621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-232715</wp:posOffset>
            </wp:positionH>
            <wp:positionV relativeFrom="paragraph">
              <wp:posOffset>331395</wp:posOffset>
            </wp:positionV>
            <wp:extent cx="3439005" cy="243874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9005" cy="2438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5426" w:rsidRPr="003C625E">
        <w:rPr>
          <w:rFonts w:ascii="Arial" w:hAnsi="Arial" w:cs="Arial"/>
        </w:rPr>
        <w:t>Colorie en rouge les triangles équilatéraux, en orange les triangles isocèles, en bleu les triangles rectangles.</w:t>
      </w:r>
    </w:p>
    <w:p w:rsidR="00315426" w:rsidRPr="003C625E" w:rsidRDefault="00315426" w:rsidP="00315426">
      <w:pPr>
        <w:rPr>
          <w:rFonts w:ascii="Arial" w:hAnsi="Arial" w:cs="Arial"/>
        </w:rPr>
      </w:pPr>
    </w:p>
    <w:p w:rsidR="00315426" w:rsidRPr="003C625E" w:rsidRDefault="00315426" w:rsidP="00315426">
      <w:pPr>
        <w:rPr>
          <w:rFonts w:ascii="Arial" w:hAnsi="Arial" w:cs="Arial"/>
        </w:rPr>
      </w:pPr>
    </w:p>
    <w:p w:rsidR="00315426" w:rsidRPr="003C625E" w:rsidRDefault="00315426" w:rsidP="00315426">
      <w:pPr>
        <w:rPr>
          <w:rFonts w:ascii="Arial" w:hAnsi="Arial" w:cs="Arial"/>
        </w:rPr>
      </w:pPr>
    </w:p>
    <w:p w:rsidR="00315426" w:rsidRPr="003C625E" w:rsidRDefault="00315426" w:rsidP="00315426">
      <w:pPr>
        <w:rPr>
          <w:rFonts w:ascii="Arial" w:hAnsi="Arial" w:cs="Arial"/>
        </w:rPr>
      </w:pPr>
    </w:p>
    <w:p w:rsidR="00315426" w:rsidRPr="003C625E" w:rsidRDefault="00315426" w:rsidP="00315426">
      <w:pPr>
        <w:rPr>
          <w:rFonts w:ascii="Arial" w:hAnsi="Arial" w:cs="Arial"/>
        </w:rPr>
      </w:pPr>
    </w:p>
    <w:p w:rsidR="00315426" w:rsidRPr="003C625E" w:rsidRDefault="00315426" w:rsidP="00315426">
      <w:pPr>
        <w:rPr>
          <w:rFonts w:ascii="Arial" w:hAnsi="Arial" w:cs="Arial"/>
        </w:rPr>
      </w:pPr>
    </w:p>
    <w:p w:rsidR="00315426" w:rsidRPr="003C625E" w:rsidRDefault="00315426" w:rsidP="00315426">
      <w:pPr>
        <w:rPr>
          <w:rFonts w:ascii="Arial" w:hAnsi="Arial" w:cs="Arial"/>
        </w:rPr>
      </w:pPr>
    </w:p>
    <w:p w:rsidR="00315426" w:rsidRPr="003C625E" w:rsidRDefault="00272F46" w:rsidP="00315426">
      <w:pPr>
        <w:rPr>
          <w:rFonts w:ascii="Arial" w:hAnsi="Arial" w:cs="Arial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792894</wp:posOffset>
            </wp:positionH>
            <wp:positionV relativeFrom="paragraph">
              <wp:posOffset>198923</wp:posOffset>
            </wp:positionV>
            <wp:extent cx="3561242" cy="1747084"/>
            <wp:effectExtent l="209550" t="609600" r="172720" b="615315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305321">
                      <a:off x="0" y="0"/>
                      <a:ext cx="3561242" cy="1747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426" w:rsidRPr="003C625E" w:rsidRDefault="00315426" w:rsidP="00315426">
      <w:pPr>
        <w:rPr>
          <w:rFonts w:ascii="Arial" w:hAnsi="Arial" w:cs="Arial"/>
        </w:rPr>
      </w:pPr>
    </w:p>
    <w:p w:rsidR="00315426" w:rsidRPr="003C625E" w:rsidRDefault="00315426" w:rsidP="00315426">
      <w:pPr>
        <w:rPr>
          <w:rFonts w:ascii="Arial" w:hAnsi="Arial" w:cs="Arial"/>
        </w:rPr>
      </w:pPr>
    </w:p>
    <w:p w:rsidR="00315426" w:rsidRPr="003C625E" w:rsidRDefault="00315426" w:rsidP="00315426">
      <w:pPr>
        <w:rPr>
          <w:rFonts w:ascii="Arial" w:hAnsi="Arial" w:cs="Arial"/>
        </w:rPr>
      </w:pPr>
    </w:p>
    <w:p w:rsidR="00315426" w:rsidRPr="003C625E" w:rsidRDefault="00315426" w:rsidP="00315426">
      <w:pPr>
        <w:rPr>
          <w:rFonts w:ascii="Arial" w:hAnsi="Arial" w:cs="Arial"/>
        </w:rPr>
      </w:pPr>
    </w:p>
    <w:p w:rsidR="00315426" w:rsidRPr="003C625E" w:rsidRDefault="00315426" w:rsidP="00315426">
      <w:pPr>
        <w:rPr>
          <w:rFonts w:ascii="Arial" w:hAnsi="Arial" w:cs="Arial"/>
        </w:rPr>
      </w:pPr>
    </w:p>
    <w:p w:rsidR="00315426" w:rsidRPr="003C625E" w:rsidRDefault="00315426" w:rsidP="00315426">
      <w:pPr>
        <w:rPr>
          <w:rFonts w:ascii="Arial" w:hAnsi="Arial" w:cs="Arial"/>
        </w:rPr>
      </w:pPr>
    </w:p>
    <w:p w:rsidR="00315426" w:rsidRPr="003C625E" w:rsidRDefault="00272F46" w:rsidP="00315426">
      <w:pPr>
        <w:rPr>
          <w:rFonts w:ascii="Arial" w:hAnsi="Arial" w:cs="Arial"/>
        </w:rPr>
      </w:pPr>
      <w:r w:rsidRPr="003C625E">
        <w:rPr>
          <w:noProof/>
          <w:sz w:val="18"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422488</wp:posOffset>
            </wp:positionH>
            <wp:positionV relativeFrom="paragraph">
              <wp:posOffset>48311</wp:posOffset>
            </wp:positionV>
            <wp:extent cx="2224405" cy="1460500"/>
            <wp:effectExtent l="0" t="0" r="4445" b="6350"/>
            <wp:wrapNone/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426" w:rsidRPr="003C625E" w:rsidRDefault="00315426" w:rsidP="00315426">
      <w:pPr>
        <w:rPr>
          <w:rFonts w:ascii="Arial" w:hAnsi="Arial" w:cs="Arial"/>
        </w:rPr>
      </w:pPr>
    </w:p>
    <w:p w:rsidR="00315426" w:rsidRPr="003C625E" w:rsidRDefault="00315426" w:rsidP="00315426">
      <w:pPr>
        <w:rPr>
          <w:rFonts w:ascii="Arial" w:hAnsi="Arial" w:cs="Arial"/>
        </w:rPr>
      </w:pPr>
    </w:p>
    <w:p w:rsidR="00315426" w:rsidRPr="003C625E" w:rsidRDefault="00315426" w:rsidP="00315426">
      <w:pPr>
        <w:rPr>
          <w:rFonts w:ascii="Arial" w:hAnsi="Arial" w:cs="Arial"/>
        </w:rPr>
      </w:pPr>
    </w:p>
    <w:p w:rsidR="00315426" w:rsidRPr="003C625E" w:rsidRDefault="00315426" w:rsidP="00315426">
      <w:pPr>
        <w:rPr>
          <w:rFonts w:ascii="Arial" w:hAnsi="Arial" w:cs="Arial"/>
        </w:rPr>
      </w:pPr>
    </w:p>
    <w:p w:rsidR="00315426" w:rsidRPr="003C625E" w:rsidRDefault="00315426" w:rsidP="00315426">
      <w:pPr>
        <w:rPr>
          <w:rFonts w:ascii="Arial" w:hAnsi="Arial" w:cs="Arial"/>
        </w:rPr>
      </w:pPr>
    </w:p>
    <w:p w:rsidR="00315426" w:rsidRPr="003C625E" w:rsidRDefault="00315426" w:rsidP="00315426">
      <w:pPr>
        <w:rPr>
          <w:rFonts w:ascii="Arial" w:hAnsi="Arial" w:cs="Arial"/>
        </w:rPr>
      </w:pPr>
    </w:p>
    <w:p w:rsidR="00315426" w:rsidRPr="00272F46" w:rsidRDefault="00315426" w:rsidP="00315426">
      <w:pPr>
        <w:rPr>
          <w:rFonts w:ascii="Arial" w:hAnsi="Arial" w:cs="Arial"/>
          <w:b/>
          <w:sz w:val="24"/>
        </w:rPr>
      </w:pPr>
      <w:r w:rsidRPr="00272F46">
        <w:rPr>
          <w:rFonts w:ascii="Arial" w:hAnsi="Arial" w:cs="Arial"/>
          <w:b/>
          <w:sz w:val="24"/>
        </w:rPr>
        <w:t>Exercice 2 :</w:t>
      </w:r>
    </w:p>
    <w:p w:rsidR="00C74621" w:rsidRDefault="00C74621">
      <w:pPr>
        <w:rPr>
          <w:rFonts w:ascii="Arial" w:hAnsi="Arial" w:cs="Arial"/>
          <w:sz w:val="28"/>
        </w:rPr>
      </w:pPr>
    </w:p>
    <w:p w:rsidR="00C74621" w:rsidRDefault="00C74621">
      <w:pPr>
        <w:rPr>
          <w:rFonts w:ascii="Arial" w:hAnsi="Arial" w:cs="Arial"/>
          <w:sz w:val="28"/>
        </w:rPr>
      </w:pPr>
      <w:bookmarkStart w:id="0" w:name="_GoBack"/>
      <w:bookmarkEnd w:id="0"/>
      <w:r w:rsidRPr="00C74621">
        <w:rPr>
          <w:rFonts w:ascii="Arial" w:hAnsi="Arial" w:cs="Arial"/>
          <w:noProof/>
          <w:sz w:val="28"/>
        </w:rPr>
        <w:drawing>
          <wp:inline distT="0" distB="0" distL="0" distR="0" wp14:anchorId="2C5C3863" wp14:editId="22FD793B">
            <wp:extent cx="3934520" cy="4001135"/>
            <wp:effectExtent l="0" t="0" r="889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1002" r="7308" b="7178"/>
                    <a:stretch/>
                  </pic:blipFill>
                  <pic:spPr bwMode="auto">
                    <a:xfrm>
                      <a:off x="0" y="0"/>
                      <a:ext cx="3987991" cy="40555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4621" w:rsidRPr="00C74621" w:rsidRDefault="00C74621">
      <w:pPr>
        <w:rPr>
          <w:rFonts w:ascii="Arial" w:hAnsi="Arial" w:cs="Arial"/>
          <w:sz w:val="24"/>
        </w:rPr>
      </w:pPr>
      <w:r w:rsidRPr="00C74621">
        <w:rPr>
          <w:rFonts w:ascii="Arial" w:hAnsi="Arial" w:cs="Arial"/>
          <w:b/>
          <w:sz w:val="24"/>
        </w:rPr>
        <w:t>1/</w:t>
      </w:r>
      <w:r w:rsidRPr="00C74621">
        <w:rPr>
          <w:rFonts w:ascii="Arial" w:hAnsi="Arial" w:cs="Arial"/>
          <w:sz w:val="24"/>
        </w:rPr>
        <w:t xml:space="preserve"> Comment s’appelle ce triangle ? </w:t>
      </w:r>
      <w:r>
        <w:rPr>
          <w:rFonts w:ascii="Arial" w:hAnsi="Arial" w:cs="Arial"/>
          <w:sz w:val="24"/>
        </w:rPr>
        <w:t>……………………….</w:t>
      </w:r>
    </w:p>
    <w:p w:rsidR="00C74621" w:rsidRPr="00C74621" w:rsidRDefault="00C74621">
      <w:pPr>
        <w:rPr>
          <w:rFonts w:ascii="Arial" w:hAnsi="Arial" w:cs="Arial"/>
          <w:sz w:val="24"/>
        </w:rPr>
      </w:pPr>
      <w:r w:rsidRPr="00C74621">
        <w:rPr>
          <w:rFonts w:ascii="Arial" w:hAnsi="Arial" w:cs="Arial"/>
          <w:b/>
          <w:sz w:val="24"/>
        </w:rPr>
        <w:t>2/</w:t>
      </w:r>
      <w:r w:rsidRPr="00C74621">
        <w:rPr>
          <w:rFonts w:ascii="Arial" w:hAnsi="Arial" w:cs="Arial"/>
          <w:sz w:val="24"/>
        </w:rPr>
        <w:t xml:space="preserve"> </w:t>
      </w:r>
      <w:r w:rsidR="00206EC9">
        <w:rPr>
          <w:rFonts w:ascii="Arial" w:hAnsi="Arial" w:cs="Arial"/>
          <w:sz w:val="24"/>
        </w:rPr>
        <w:t xml:space="preserve">Place les milieux de chaque côté. </w:t>
      </w:r>
    </w:p>
    <w:p w:rsidR="00C74621" w:rsidRPr="00C74621" w:rsidRDefault="00C74621">
      <w:pPr>
        <w:rPr>
          <w:rFonts w:ascii="Arial" w:hAnsi="Arial" w:cs="Arial"/>
          <w:sz w:val="24"/>
        </w:rPr>
      </w:pPr>
      <w:r w:rsidRPr="00C74621">
        <w:rPr>
          <w:rFonts w:ascii="Arial" w:hAnsi="Arial" w:cs="Arial"/>
          <w:b/>
          <w:sz w:val="24"/>
        </w:rPr>
        <w:t>3/</w:t>
      </w:r>
      <w:r w:rsidRPr="00C74621">
        <w:rPr>
          <w:rFonts w:ascii="Arial" w:hAnsi="Arial" w:cs="Arial"/>
          <w:sz w:val="24"/>
        </w:rPr>
        <w:t xml:space="preserve"> </w:t>
      </w:r>
      <w:r w:rsidR="00206EC9">
        <w:rPr>
          <w:rFonts w:ascii="Arial" w:hAnsi="Arial" w:cs="Arial"/>
          <w:sz w:val="24"/>
        </w:rPr>
        <w:t>Trace les segments qui rejoignent les milieux avec le sommet qui est en face. Ces trois segments se coupent au point</w:t>
      </w:r>
      <w:r w:rsidRPr="00C74621">
        <w:rPr>
          <w:rFonts w:ascii="Arial" w:hAnsi="Arial" w:cs="Arial"/>
          <w:sz w:val="24"/>
        </w:rPr>
        <w:t xml:space="preserve"> 0. Trace le cercle de centre O et de rayon OA. Que constates-tu ? </w:t>
      </w:r>
    </w:p>
    <w:p w:rsidR="0062149E" w:rsidRDefault="00C7462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……………………………………………………………..</w:t>
      </w:r>
    </w:p>
    <w:sectPr w:rsidR="0062149E" w:rsidSect="0086485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858"/>
    <w:rsid w:val="001D645B"/>
    <w:rsid w:val="00206EC9"/>
    <w:rsid w:val="00272F46"/>
    <w:rsid w:val="00315426"/>
    <w:rsid w:val="003C625E"/>
    <w:rsid w:val="005175A3"/>
    <w:rsid w:val="00552444"/>
    <w:rsid w:val="005F7238"/>
    <w:rsid w:val="0062149E"/>
    <w:rsid w:val="007E024D"/>
    <w:rsid w:val="008523D6"/>
    <w:rsid w:val="00864858"/>
    <w:rsid w:val="00C74621"/>
    <w:rsid w:val="00E36D8D"/>
    <w:rsid w:val="00E5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67E3F"/>
  <w15:chartTrackingRefBased/>
  <w15:docId w15:val="{C99F43A0-9F87-48F6-B525-56B22FFF2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5</TotalTime>
  <Pages>1</Pages>
  <Words>71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5</cp:revision>
  <cp:lastPrinted>2018-08-19T15:21:00Z</cp:lastPrinted>
  <dcterms:created xsi:type="dcterms:W3CDTF">2018-06-16T12:18:00Z</dcterms:created>
  <dcterms:modified xsi:type="dcterms:W3CDTF">2018-08-19T15:24:00Z</dcterms:modified>
</cp:coreProperties>
</file>